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9C141" w14:textId="23B16CEC" w:rsidR="00701386" w:rsidRDefault="008973FD" w:rsidP="004C7D07">
      <w:r w:rsidRPr="008973FD">
        <w:rPr>
          <w:noProof/>
        </w:rPr>
        <w:drawing>
          <wp:inline distT="0" distB="0" distL="0" distR="0" wp14:anchorId="4651096F" wp14:editId="01FEB6A4">
            <wp:extent cx="7235825" cy="628205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868B8" w14:textId="3F6A0A99" w:rsidR="004C7D07" w:rsidRDefault="004C7D07" w:rsidP="004C7D07">
      <w:r>
        <w:lastRenderedPageBreak/>
        <w:t xml:space="preserve">THEORETICAL MASS FOR </w:t>
      </w:r>
      <w:r w:rsidR="0068220B">
        <w:t>[</w:t>
      </w:r>
      <w:r w:rsidR="0099779E">
        <w:t>M-</w:t>
      </w:r>
      <w:r w:rsidR="0068220B">
        <w:t>H</w:t>
      </w:r>
      <w:r>
        <w:t>]</w:t>
      </w:r>
      <w:r w:rsidR="0099779E">
        <w:t>-</w:t>
      </w:r>
      <w:r>
        <w:t xml:space="preserve"> = </w:t>
      </w:r>
      <w:r w:rsidR="008973FD">
        <w:t>233.0253</w:t>
      </w:r>
    </w:p>
    <w:p w14:paraId="06DB471A" w14:textId="6F6B1130" w:rsidR="00491A83" w:rsidRDefault="001613F4" w:rsidP="004C7D07">
      <w:r>
        <w:t xml:space="preserve">FOUND MASS: </w:t>
      </w:r>
      <w:r w:rsidR="008973FD">
        <w:t>233.0242</w:t>
      </w:r>
    </w:p>
    <w:p w14:paraId="463A3B9B" w14:textId="018219A9" w:rsidR="001613F4" w:rsidRDefault="001613F4" w:rsidP="004C7D07">
      <w:r>
        <w:t xml:space="preserve">ERROR (PPM): </w:t>
      </w:r>
      <w:r w:rsidR="0099779E">
        <w:t>-</w:t>
      </w:r>
      <w:r w:rsidR="008973FD">
        <w:t>4.91</w:t>
      </w:r>
    </w:p>
    <w:p w14:paraId="45AEDB86" w14:textId="79B7FC28" w:rsidR="001613F4" w:rsidRDefault="001613F4" w:rsidP="004C7D07"/>
    <w:sectPr w:rsidR="001613F4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F00"/>
    <w:rsid w:val="00044EB7"/>
    <w:rsid w:val="000E3EC1"/>
    <w:rsid w:val="001613F4"/>
    <w:rsid w:val="001669F2"/>
    <w:rsid w:val="001C3256"/>
    <w:rsid w:val="0023096B"/>
    <w:rsid w:val="00275E2A"/>
    <w:rsid w:val="003362A6"/>
    <w:rsid w:val="0037624E"/>
    <w:rsid w:val="003B0136"/>
    <w:rsid w:val="003C3A80"/>
    <w:rsid w:val="003E6E4E"/>
    <w:rsid w:val="00491A83"/>
    <w:rsid w:val="004B040E"/>
    <w:rsid w:val="004C2A0A"/>
    <w:rsid w:val="004C7D07"/>
    <w:rsid w:val="00525E2E"/>
    <w:rsid w:val="00595483"/>
    <w:rsid w:val="00626E7A"/>
    <w:rsid w:val="0068220B"/>
    <w:rsid w:val="006F3498"/>
    <w:rsid w:val="00701386"/>
    <w:rsid w:val="00753095"/>
    <w:rsid w:val="007B2309"/>
    <w:rsid w:val="007F234C"/>
    <w:rsid w:val="007F7CF9"/>
    <w:rsid w:val="00863BE8"/>
    <w:rsid w:val="008973FD"/>
    <w:rsid w:val="00947D01"/>
    <w:rsid w:val="0099779E"/>
    <w:rsid w:val="009B396F"/>
    <w:rsid w:val="00A06372"/>
    <w:rsid w:val="00AA367B"/>
    <w:rsid w:val="00AF6F1D"/>
    <w:rsid w:val="00B14461"/>
    <w:rsid w:val="00B22530"/>
    <w:rsid w:val="00B25400"/>
    <w:rsid w:val="00D52B8C"/>
    <w:rsid w:val="00DA3507"/>
    <w:rsid w:val="00DC1254"/>
    <w:rsid w:val="00DF6EA1"/>
    <w:rsid w:val="00E126C3"/>
    <w:rsid w:val="00E15B2B"/>
    <w:rsid w:val="00E751C4"/>
    <w:rsid w:val="00EC1F81"/>
    <w:rsid w:val="00F37F00"/>
    <w:rsid w:val="00F4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D57F"/>
  <w15:docId w15:val="{E500B294-BA27-4C7A-BE44-B2130D12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19</TotalTime>
  <Pages>2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2</cp:revision>
  <dcterms:created xsi:type="dcterms:W3CDTF">2023-04-20T15:07:00Z</dcterms:created>
  <dcterms:modified xsi:type="dcterms:W3CDTF">2023-04-20T15:07:00Z</dcterms:modified>
</cp:coreProperties>
</file>